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5D94CE34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>Speel-en waslandschap</w:t>
      </w:r>
      <w:r w:rsidR="00452943">
        <w:t xml:space="preserve"> </w:t>
      </w:r>
      <w:r w:rsidR="00452943" w:rsidRPr="0028095F">
        <w:rPr>
          <w:u w:val="none"/>
        </w:rPr>
        <w:t xml:space="preserve">in Varicor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niveau’s</w:t>
      </w:r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met </w:t>
      </w:r>
      <w:r w:rsidR="00A03F45">
        <w:rPr>
          <w:u w:val="none"/>
        </w:rPr>
        <w:t xml:space="preserve">4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32634F">
        <w:rPr>
          <w:u w:val="none"/>
        </w:rPr>
        <w:br/>
      </w:r>
      <w:r w:rsidR="0032634F">
        <w:rPr>
          <w:rStyle w:val="normaltextrun"/>
          <w:color w:val="000000"/>
          <w:u w:val="none"/>
          <w:shd w:val="clear" w:color="auto" w:fill="FFFFFF"/>
        </w:rPr>
        <w:t>O</w:t>
      </w:r>
      <w:r w:rsidR="0032634F" w:rsidRPr="0032634F">
        <w:rPr>
          <w:rStyle w:val="normaltextrun"/>
          <w:color w:val="000000"/>
          <w:u w:val="none"/>
          <w:shd w:val="clear" w:color="auto" w:fill="FFFFFF"/>
        </w:rPr>
        <w:t>p de voorzijde van de wastafel is een animatie voorzien in rood en oranje.  Deze is in de massa gekleurd.</w:t>
      </w:r>
      <w:r w:rsidR="0032634F" w:rsidRPr="0032634F">
        <w:rPr>
          <w:rStyle w:val="scxw12698485"/>
          <w:color w:val="000000"/>
          <w:u w:val="none"/>
          <w:shd w:val="clear" w:color="auto" w:fill="FFFFFF"/>
        </w:rPr>
        <w:t> 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dmv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Varicor,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231C34CD" w:rsidR="008A5169" w:rsidRDefault="00AB33B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C22569F" wp14:editId="3AB65C4E">
            <wp:extent cx="5977255" cy="3051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5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45CB" w14:textId="77777777" w:rsidR="00CF78AE" w:rsidRDefault="00CF78AE">
      <w:r>
        <w:separator/>
      </w:r>
    </w:p>
  </w:endnote>
  <w:endnote w:type="continuationSeparator" w:id="0">
    <w:p w14:paraId="6EE63519" w14:textId="77777777" w:rsidR="00CF78AE" w:rsidRDefault="00CF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6FC9" w14:textId="77777777" w:rsidR="00CF78AE" w:rsidRDefault="00CF78AE">
      <w:r>
        <w:separator/>
      </w:r>
    </w:p>
  </w:footnote>
  <w:footnote w:type="continuationSeparator" w:id="0">
    <w:p w14:paraId="458C3C53" w14:textId="77777777" w:rsidR="00CF78AE" w:rsidRDefault="00CF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2624">
      <w:rPr>
        <w:rFonts w:ascii="Arial" w:hAnsi="Arial" w:cs="Arial"/>
        <w:b/>
        <w:szCs w:val="24"/>
        <w:lang w:val="nl-BE"/>
      </w:rPr>
      <w:t xml:space="preserve">speel- en waslandschap </w:t>
    </w:r>
  </w:p>
  <w:p w14:paraId="5B0F6D05" w14:textId="78F2638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voor 4 wastafelkranen</w:t>
    </w:r>
    <w:r w:rsidR="00AC0119">
      <w:rPr>
        <w:rFonts w:ascii="Arial" w:hAnsi="Arial" w:cs="Arial"/>
        <w:b/>
        <w:szCs w:val="24"/>
        <w:lang w:val="nl-BE"/>
      </w:rPr>
      <w:t xml:space="preserve"> Links</w:t>
    </w:r>
    <w:r w:rsidR="002A2567">
      <w:rPr>
        <w:rFonts w:ascii="Arial" w:hAnsi="Arial" w:cs="Arial"/>
        <w:b/>
        <w:szCs w:val="24"/>
        <w:lang w:val="nl-BE"/>
      </w:rPr>
      <w:t>, met animatie rood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2567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34F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33B0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78AE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32634F"/>
  </w:style>
  <w:style w:type="character" w:customStyle="1" w:styleId="scxw12698485">
    <w:name w:val="scxw12698485"/>
    <w:basedOn w:val="Standaardalinea-lettertype"/>
    <w:rsid w:val="0032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D1189C8-D224-472F-80A9-005AD05D0C9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55</cp:revision>
  <cp:lastPrinted>2011-12-15T11:14:00Z</cp:lastPrinted>
  <dcterms:created xsi:type="dcterms:W3CDTF">2020-03-10T16:23:00Z</dcterms:created>
  <dcterms:modified xsi:type="dcterms:W3CDTF">2023-12-08T13:34:00Z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